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53A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853A3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Γ19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853A3E" w:rsidRPr="00853A3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Ο2.Ε62 </w:t>
            </w:r>
            <w:bookmarkStart w:id="0" w:name="_GoBack"/>
            <w:bookmarkEnd w:id="0"/>
            <w:r w:rsidR="00853A3E" w:rsidRPr="00853A3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Λυχνία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853A3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A3E" w:rsidRPr="00DF25B3" w:rsidRDefault="00853A3E" w:rsidP="00853A3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ΛΥΧΝΙΑ ΓΙΑ PROJECTOR</w:t>
            </w:r>
          </w:p>
        </w:tc>
        <w:tc>
          <w:tcPr>
            <w:tcW w:w="1441" w:type="dxa"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53A3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A3E" w:rsidRPr="00DF25B3" w:rsidRDefault="00853A3E" w:rsidP="00853A3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Τύπος Λυχνίας : BL-FU240H </w:t>
            </w:r>
          </w:p>
        </w:tc>
        <w:tc>
          <w:tcPr>
            <w:tcW w:w="1441" w:type="dxa"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53A3E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A3E" w:rsidRPr="00DF25B3" w:rsidRDefault="00853A3E" w:rsidP="00853A3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 OPTOMA HD146X</w:t>
            </w:r>
          </w:p>
        </w:tc>
        <w:tc>
          <w:tcPr>
            <w:tcW w:w="1441" w:type="dxa"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53A3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3A3E" w:rsidRPr="00DF25B3" w:rsidRDefault="00853A3E" w:rsidP="00853A3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Με βάση, Γνήσια</w:t>
            </w:r>
          </w:p>
        </w:tc>
        <w:tc>
          <w:tcPr>
            <w:tcW w:w="1441" w:type="dxa"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3A3E" w:rsidRPr="00DF25B3" w:rsidRDefault="00853A3E" w:rsidP="00853A3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6E2345"/>
    <w:rsid w:val="00853A3E"/>
    <w:rsid w:val="008C2D10"/>
    <w:rsid w:val="009471DE"/>
    <w:rsid w:val="00A40B4A"/>
    <w:rsid w:val="00C60E4A"/>
    <w:rsid w:val="00D753A6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7E413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36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2025-09-10T08:03:00Z</dcterms:created>
  <dcterms:modified xsi:type="dcterms:W3CDTF">2025-09-10T08:03:00Z</dcterms:modified>
</cp:coreProperties>
</file>